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1A30AD2E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8025CF">
                                      <w:rPr>
                                        <w:rStyle w:val="Style2"/>
                                      </w:rPr>
                                      <w:t>23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1A30AD2E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8025CF">
                                <w:rPr>
                                  <w:rStyle w:val="Style2"/>
                                </w:rPr>
                                <w:t>23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8025C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4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8025C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8025C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48452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5302"/>
        <w:gridCol w:w="1276"/>
        <w:gridCol w:w="1276"/>
        <w:gridCol w:w="1701"/>
        <w:gridCol w:w="1559"/>
        <w:gridCol w:w="1843"/>
      </w:tblGrid>
      <w:tr w:rsidR="0037246F" w14:paraId="4C0009F4" w14:textId="77777777" w:rsidTr="00E84947">
        <w:trPr>
          <w:trHeight w:val="1077"/>
          <w:jc w:val="center"/>
        </w:trPr>
        <w:tc>
          <w:tcPr>
            <w:tcW w:w="1131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302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EB23E1" w14:paraId="576D1EF9" w14:textId="77777777" w:rsidTr="00EB23E1">
        <w:trPr>
          <w:trHeight w:val="457"/>
          <w:jc w:val="center"/>
        </w:trPr>
        <w:tc>
          <w:tcPr>
            <w:tcW w:w="1131" w:type="dxa"/>
          </w:tcPr>
          <w:p w14:paraId="388AA8BD" w14:textId="48E3109D" w:rsidR="00EB23E1" w:rsidRPr="00EB23E1" w:rsidRDefault="00EB23E1" w:rsidP="00EB23E1">
            <w:r>
              <w:t>1</w:t>
            </w:r>
          </w:p>
        </w:tc>
        <w:sdt>
          <w:sdtPr>
            <w:id w:val="15673071"/>
            <w:placeholder>
              <w:docPart w:val="5D94828BC14946EF9785D1314881B5F7"/>
            </w:placeholder>
            <w:showingPlcHdr/>
          </w:sdtPr>
          <w:sdtEndPr/>
          <w:sdtContent>
            <w:tc>
              <w:tcPr>
                <w:tcW w:w="5302" w:type="dxa"/>
                <w:vAlign w:val="center"/>
              </w:tcPr>
              <w:p w14:paraId="2D49E94A" w14:textId="6EDF877C" w:rsidR="00EB23E1" w:rsidRPr="00E84947" w:rsidRDefault="00E84947" w:rsidP="00EB23E1">
                <w:pPr>
                  <w:rPr>
                    <w:lang w:val="en-US"/>
                  </w:rPr>
                </w:pPr>
                <w:r w:rsidRPr="00E84947">
                  <w:rPr>
                    <w:rStyle w:val="Textodelmarcadordeposicin"/>
                    <w:lang w:val="en-US"/>
                  </w:rPr>
                  <w:t>Click here to enter text.</w:t>
                </w:r>
              </w:p>
            </w:tc>
          </w:sdtContent>
        </w:sdt>
        <w:tc>
          <w:tcPr>
            <w:tcW w:w="1276" w:type="dxa"/>
          </w:tcPr>
          <w:p w14:paraId="07878EC2" w14:textId="0037A9BE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767C57E7" w14:textId="77777777" w:rsidR="00EB23E1" w:rsidRDefault="00EB23E1" w:rsidP="00EB23E1"/>
        </w:tc>
        <w:tc>
          <w:tcPr>
            <w:tcW w:w="1701" w:type="dxa"/>
          </w:tcPr>
          <w:p w14:paraId="1B45384C" w14:textId="77777777" w:rsidR="00EB23E1" w:rsidRDefault="00EB23E1" w:rsidP="00EB23E1"/>
        </w:tc>
        <w:tc>
          <w:tcPr>
            <w:tcW w:w="1559" w:type="dxa"/>
          </w:tcPr>
          <w:p w14:paraId="498D8D5B" w14:textId="6B80F80C" w:rsidR="00EB23E1" w:rsidRPr="00EB23E1" w:rsidRDefault="00EB23E1" w:rsidP="00EB23E1"/>
        </w:tc>
        <w:tc>
          <w:tcPr>
            <w:tcW w:w="1843" w:type="dxa"/>
          </w:tcPr>
          <w:p w14:paraId="5674BC6A" w14:textId="77777777" w:rsidR="00EB23E1" w:rsidRDefault="00EB23E1" w:rsidP="00EB23E1"/>
        </w:tc>
      </w:tr>
      <w:tr w:rsidR="00EB23E1" w14:paraId="582E77B5" w14:textId="77777777" w:rsidTr="00EB23E1">
        <w:trPr>
          <w:trHeight w:val="477"/>
          <w:jc w:val="center"/>
        </w:trPr>
        <w:tc>
          <w:tcPr>
            <w:tcW w:w="1131" w:type="dxa"/>
          </w:tcPr>
          <w:p w14:paraId="104A28F3" w14:textId="4A013478" w:rsidR="00EB23E1" w:rsidRPr="00EB23E1" w:rsidRDefault="00EB23E1" w:rsidP="00EB23E1">
            <w:r>
              <w:t>2</w:t>
            </w:r>
          </w:p>
        </w:tc>
        <w:tc>
          <w:tcPr>
            <w:tcW w:w="5302" w:type="dxa"/>
            <w:vAlign w:val="center"/>
          </w:tcPr>
          <w:p w14:paraId="2B358A93" w14:textId="105D9490" w:rsidR="00EB23E1" w:rsidRPr="00EB23E1" w:rsidRDefault="00EB23E1" w:rsidP="00EB23E1"/>
        </w:tc>
        <w:tc>
          <w:tcPr>
            <w:tcW w:w="1276" w:type="dxa"/>
          </w:tcPr>
          <w:p w14:paraId="4011FFCC" w14:textId="0B75FD88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0D8EF926" w14:textId="77777777" w:rsidR="00EB23E1" w:rsidRDefault="00EB23E1" w:rsidP="00EB23E1"/>
        </w:tc>
        <w:tc>
          <w:tcPr>
            <w:tcW w:w="1701" w:type="dxa"/>
          </w:tcPr>
          <w:p w14:paraId="40F8D795" w14:textId="77777777" w:rsidR="00EB23E1" w:rsidRDefault="00EB23E1" w:rsidP="00EB23E1"/>
        </w:tc>
        <w:tc>
          <w:tcPr>
            <w:tcW w:w="1559" w:type="dxa"/>
          </w:tcPr>
          <w:p w14:paraId="2573527C" w14:textId="4DB8E742" w:rsidR="00EB23E1" w:rsidRPr="00EB23E1" w:rsidRDefault="00EB23E1" w:rsidP="00EB23E1"/>
        </w:tc>
        <w:tc>
          <w:tcPr>
            <w:tcW w:w="1843" w:type="dxa"/>
          </w:tcPr>
          <w:p w14:paraId="54303357" w14:textId="77777777" w:rsidR="00EB23E1" w:rsidRDefault="00EB23E1" w:rsidP="00EB23E1"/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6653"/>
    <w:rsid w:val="001F73A7"/>
    <w:rsid w:val="00200073"/>
    <w:rsid w:val="0021068B"/>
    <w:rsid w:val="00253DBA"/>
    <w:rsid w:val="0026335F"/>
    <w:rsid w:val="00284546"/>
    <w:rsid w:val="002860A4"/>
    <w:rsid w:val="002971F5"/>
    <w:rsid w:val="002A338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A3B5F"/>
    <w:rsid w:val="007B4164"/>
    <w:rsid w:val="007B6F6F"/>
    <w:rsid w:val="007C7580"/>
    <w:rsid w:val="007F3216"/>
    <w:rsid w:val="008025CF"/>
    <w:rsid w:val="00810515"/>
    <w:rsid w:val="0083342F"/>
    <w:rsid w:val="00841F19"/>
    <w:rsid w:val="00854B4F"/>
    <w:rsid w:val="008B3AE5"/>
    <w:rsid w:val="008F362E"/>
    <w:rsid w:val="009002B4"/>
    <w:rsid w:val="009161EF"/>
    <w:rsid w:val="0095034F"/>
    <w:rsid w:val="00957FDA"/>
    <w:rsid w:val="009773D3"/>
    <w:rsid w:val="009A2AEC"/>
    <w:rsid w:val="009B0931"/>
    <w:rsid w:val="009E0472"/>
    <w:rsid w:val="00A16099"/>
    <w:rsid w:val="00A24343"/>
    <w:rsid w:val="00A36FD8"/>
    <w:rsid w:val="00A51BB3"/>
    <w:rsid w:val="00A6069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84947"/>
    <w:rsid w:val="00E96AEE"/>
    <w:rsid w:val="00E96D05"/>
    <w:rsid w:val="00EA7406"/>
    <w:rsid w:val="00EB128A"/>
    <w:rsid w:val="00EB23E1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97E22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4828BC14946EF9785D131488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EF5CC-DC4C-4974-9940-E0189C49FFA5}"/>
      </w:docPartPr>
      <w:docPartBody>
        <w:p w:rsidR="00871BB9" w:rsidRDefault="00871BB9" w:rsidP="00871BB9">
          <w:pPr>
            <w:pStyle w:val="5D94828BC14946EF9785D1314881B5F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B9"/>
    <w:rsid w:val="0021068B"/>
    <w:rsid w:val="002A3385"/>
    <w:rsid w:val="00871BB9"/>
    <w:rsid w:val="009161EF"/>
    <w:rsid w:val="00A36FD8"/>
    <w:rsid w:val="00A60693"/>
    <w:rsid w:val="00F9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DO" w:eastAsia="es-D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71BB9"/>
    <w:rPr>
      <w:color w:val="808080"/>
    </w:rPr>
  </w:style>
  <w:style w:type="paragraph" w:customStyle="1" w:styleId="5D94828BC14946EF9785D1314881B5F7">
    <w:name w:val="5D94828BC14946EF9785D1314881B5F7"/>
    <w:rsid w:val="00871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7</cp:revision>
  <cp:lastPrinted>2011-03-04T18:27:00Z</cp:lastPrinted>
  <dcterms:created xsi:type="dcterms:W3CDTF">2025-06-30T22:27:00Z</dcterms:created>
  <dcterms:modified xsi:type="dcterms:W3CDTF">2025-10-06T17:09:00Z</dcterms:modified>
</cp:coreProperties>
</file>